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C6765F" w:rsidRPr="000A63AF" w14:paraId="0E33E6A3" w14:textId="77777777" w:rsidTr="00F04FE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3CCF7FF1" w14:textId="77777777" w:rsidR="00FE4AA7" w:rsidRPr="00E4143E" w:rsidRDefault="00FE4AA7" w:rsidP="00FE4AA7">
            <w:pPr>
              <w:spacing w:before="120" w:after="0"/>
              <w:rPr>
                <w:rFonts w:ascii="Century Gothic" w:hAnsi="Century Gothic" w:cs="Tahoma"/>
              </w:rPr>
            </w:pPr>
            <w:r w:rsidRPr="00E4143E">
              <w:rPr>
                <w:rFonts w:ascii="Century Gothic" w:hAnsi="Century Gothic" w:cs="Tahoma"/>
              </w:rPr>
              <w:t>A drawing uses a scale of</w:t>
            </w:r>
            <w:r w:rsidRPr="00E4143E">
              <w:rPr>
                <w:rFonts w:ascii="Century Gothic" w:hAnsi="Century Gothic" w:cs="Tahoma"/>
              </w:rPr>
              <w:t xml:space="preserve"> </w:t>
            </w:r>
            <w:r w:rsidRPr="00E4143E">
              <w:rPr>
                <w:rFonts w:ascii="Century Gothic" w:hAnsi="Century Gothic" w:cs="Tahoma"/>
              </w:rPr>
              <w:t xml:space="preserve">1:2000. </w:t>
            </w:r>
          </w:p>
          <w:p w14:paraId="02C7C2C6" w14:textId="77777777" w:rsidR="00E4143E" w:rsidRPr="00E4143E" w:rsidRDefault="00E4143E" w:rsidP="00E4143E">
            <w:pPr>
              <w:spacing w:before="120" w:after="0"/>
              <w:rPr>
                <w:rFonts w:ascii="Century Gothic" w:hAnsi="Century Gothic" w:cs="Tahoma"/>
              </w:rPr>
            </w:pPr>
            <w:r w:rsidRPr="00E4143E">
              <w:rPr>
                <w:rFonts w:ascii="Century Gothic" w:hAnsi="Century Gothic" w:cs="Tahoma"/>
              </w:rPr>
              <w:t>How long would a length of 450m in real life be on the drawing in cm?</w:t>
            </w:r>
          </w:p>
          <w:p w14:paraId="543BE07C" w14:textId="3E7E7987" w:rsidR="00C6765F" w:rsidRPr="00E4143E" w:rsidRDefault="00C6765F" w:rsidP="004209BA">
            <w:pPr>
              <w:spacing w:before="120"/>
              <w:rPr>
                <w:rFonts w:ascii="Century Gothic" w:hAnsi="Century Gothic" w:cs="Tahoma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1B5E5D74" w14:textId="7D9A98C7" w:rsidR="00C6765F" w:rsidRPr="005D37DE" w:rsidRDefault="00EA0CA1" w:rsidP="005D37DE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5D37DE">
              <w:rPr>
                <w:rFonts w:ascii="Century Gothic" w:hAnsi="Century Gothic" w:cs="Tahoma"/>
              </w:rPr>
              <w:t xml:space="preserve">What is </w:t>
            </w:r>
            <w:r w:rsidR="00C93A89">
              <w:rPr>
                <w:rFonts w:ascii="Century Gothic" w:hAnsi="Century Gothic" w:cs="Tahoma"/>
              </w:rPr>
              <w:t>11</w:t>
            </w:r>
            <w:r w:rsidRPr="005D37DE">
              <w:rPr>
                <w:rFonts w:ascii="Century Gothic" w:hAnsi="Century Gothic" w:cs="Tahoma"/>
              </w:rPr>
              <w:t xml:space="preserve"> out of </w:t>
            </w:r>
            <w:r w:rsidR="00C93A89">
              <w:rPr>
                <w:rFonts w:ascii="Century Gothic" w:hAnsi="Century Gothic" w:cs="Tahoma"/>
              </w:rPr>
              <w:t>2</w:t>
            </w:r>
            <w:r w:rsidR="00EC1BC2">
              <w:rPr>
                <w:rFonts w:ascii="Century Gothic" w:hAnsi="Century Gothic" w:cs="Tahoma"/>
              </w:rPr>
              <w:t xml:space="preserve">5 </w:t>
            </w:r>
            <w:r w:rsidRPr="005D37DE">
              <w:rPr>
                <w:rFonts w:ascii="Century Gothic" w:hAnsi="Century Gothic" w:cs="Tahoma"/>
              </w:rPr>
              <w:t>as a percentage?</w:t>
            </w:r>
          </w:p>
        </w:tc>
      </w:tr>
      <w:tr w:rsidR="00C6765F" w:rsidRPr="00C240D5" w14:paraId="02717925" w14:textId="77777777" w:rsidTr="00F04FE3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AFFEBD7" w14:textId="4A46AE5A" w:rsidR="00125C71" w:rsidRPr="005D37DE" w:rsidRDefault="00AA553E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0224" behindDoc="0" locked="0" layoutInCell="1" allowOverlap="1" wp14:anchorId="149B947B" wp14:editId="72824C9A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397751</wp:posOffset>
                  </wp:positionV>
                  <wp:extent cx="1009403" cy="1055409"/>
                  <wp:effectExtent l="0" t="0" r="0" b="0"/>
                  <wp:wrapSquare wrapText="bothSides"/>
                  <wp:docPr id="13" name="Picture 13" descr="Image result for 3d isometric 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3d isometric dra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403" cy="105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23BE" w:rsidRPr="005D37DE">
              <w:rPr>
                <w:rFonts w:ascii="Century Gothic" w:eastAsiaTheme="minorEastAsia" w:hAnsi="Century Gothic" w:cs="Tahoma"/>
                <w:noProof/>
              </w:rPr>
              <w:t>Draw the plan view of this shape:</w:t>
            </w:r>
            <w:r w:rsidR="00F04FE3"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125C71" w:rsidRPr="005D37DE" w14:paraId="014BA7B7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70791D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872ACF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2623AA0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D6FDD1E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782D5A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551BCFA5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E6DB97F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27228CF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094732D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A13675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570D80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43C8050A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26F9BDA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5ED081B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15CD140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D424C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5936CF6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4714CD63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6B762B25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F62147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B7F3F8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C1749A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471A6B1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0FD64A3F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041816D3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B30578C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89B66DB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C5C6F5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A6E9851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683B8A61" w14:textId="41F1F990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4AFF0C44" w14:textId="08C7984B" w:rsidR="00C6765F" w:rsidRPr="005D37DE" w:rsidRDefault="00C6765F" w:rsidP="005D37DE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F04FE3" w:rsidRPr="005D37DE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35867634" w14:textId="6E82F742" w:rsidR="00C6765F" w:rsidRPr="005D37DE" w:rsidRDefault="00CD4950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31547F8F" wp14:editId="11AE7009">
                  <wp:extent cx="1626870" cy="65341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848E7DA" w14:textId="77777777" w:rsidR="005D37DE" w:rsidRPr="005D37DE" w:rsidRDefault="005D37DE" w:rsidP="005D37DE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Expand and simplify</w:t>
            </w:r>
          </w:p>
          <w:p w14:paraId="2018A393" w14:textId="0DEB73EB" w:rsidR="005D37DE" w:rsidRPr="005D37DE" w:rsidRDefault="005D37DE" w:rsidP="005D37DE">
            <w:pPr>
              <w:spacing w:before="120"/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  </m:t>
                </m:r>
                <m:r>
                  <w:rPr>
                    <w:rFonts w:ascii="Cambria Math" w:hAnsi="Cambria Math" w:cs="Tahoma"/>
                  </w:rPr>
                  <m:t>(x</m:t>
                </m:r>
                <m:r>
                  <w:rPr>
                    <w:rFonts w:ascii="Cambria Math" w:hAnsi="Cambria Math" w:cs="Tahoma"/>
                  </w:rPr>
                  <m:t>-</m:t>
                </m:r>
                <m:r>
                  <w:rPr>
                    <w:rFonts w:ascii="Cambria Math" w:hAnsi="Cambria Math" w:cs="Tahoma"/>
                  </w:rPr>
                  <m:t>3)(x</m:t>
                </m:r>
                <m:r>
                  <w:rPr>
                    <w:rFonts w:ascii="Cambria Math" w:hAnsi="Cambria Math" w:cs="Tahoma"/>
                  </w:rPr>
                  <m:t>-</m:t>
                </m:r>
                <m:r>
                  <w:rPr>
                    <w:rFonts w:ascii="Cambria Math" w:hAnsi="Cambria Math" w:cs="Tahoma"/>
                  </w:rPr>
                  <m:t>6</m:t>
                </m:r>
                <m:r>
                  <w:rPr>
                    <w:rFonts w:ascii="Cambria Math" w:hAnsi="Cambria Math" w:cs="Tahoma"/>
                  </w:rPr>
                  <m:t>)</m:t>
                </m:r>
              </m:oMath>
            </m:oMathPara>
          </w:p>
          <w:p w14:paraId="6E7FDE4D" w14:textId="2000BA38" w:rsidR="00C6765F" w:rsidRPr="005D37DE" w:rsidRDefault="00C6765F" w:rsidP="005D37DE">
            <w:pPr>
              <w:spacing w:before="12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 </w:t>
            </w:r>
          </w:p>
        </w:tc>
      </w:tr>
    </w:tbl>
    <w:p w14:paraId="5DDCD8AF" w14:textId="1D8A37AD" w:rsidR="00525119" w:rsidRDefault="00666CDC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31F14961">
            <wp:simplePos x="0" y="0"/>
            <wp:positionH relativeFrom="column">
              <wp:posOffset>6054090</wp:posOffset>
            </wp:positionH>
            <wp:positionV relativeFrom="paragraph">
              <wp:posOffset>4066540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11FDCA38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</w:t>
      </w:r>
      <w:r w:rsidR="002A3B06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185A79"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5A00C480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40D80C82" w14:textId="16E1B021" w:rsidR="00666CDC" w:rsidRDefault="00666CDC" w:rsidP="00666CDC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E4143E" w:rsidRPr="000A63AF" w14:paraId="5973731A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ADA0720" w14:textId="77777777" w:rsidR="00E4143E" w:rsidRPr="00C240D5" w:rsidRDefault="00E4143E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495056C1" w14:textId="77777777" w:rsidR="00E4143E" w:rsidRPr="00E4143E" w:rsidRDefault="00E4143E" w:rsidP="00E01254">
            <w:pPr>
              <w:spacing w:before="120" w:after="0"/>
              <w:rPr>
                <w:rFonts w:ascii="Century Gothic" w:hAnsi="Century Gothic" w:cs="Tahoma"/>
              </w:rPr>
            </w:pPr>
            <w:r w:rsidRPr="00E4143E">
              <w:rPr>
                <w:rFonts w:ascii="Century Gothic" w:hAnsi="Century Gothic" w:cs="Tahoma"/>
              </w:rPr>
              <w:t xml:space="preserve">A drawing uses a scale of 1:2000. </w:t>
            </w:r>
          </w:p>
          <w:p w14:paraId="2A1CF4F8" w14:textId="77777777" w:rsidR="00E4143E" w:rsidRPr="00E4143E" w:rsidRDefault="00E4143E" w:rsidP="00E01254">
            <w:pPr>
              <w:spacing w:before="120" w:after="0"/>
              <w:rPr>
                <w:rFonts w:ascii="Century Gothic" w:hAnsi="Century Gothic" w:cs="Tahoma"/>
              </w:rPr>
            </w:pPr>
            <w:r w:rsidRPr="00E4143E">
              <w:rPr>
                <w:rFonts w:ascii="Century Gothic" w:hAnsi="Century Gothic" w:cs="Tahoma"/>
              </w:rPr>
              <w:t>How long would a length of 450m in real life be on the drawing in cm?</w:t>
            </w:r>
          </w:p>
          <w:p w14:paraId="33EE932E" w14:textId="77777777" w:rsidR="00E4143E" w:rsidRPr="00E4143E" w:rsidRDefault="00E4143E" w:rsidP="00E01254">
            <w:pPr>
              <w:spacing w:before="120"/>
              <w:rPr>
                <w:rFonts w:ascii="Century Gothic" w:hAnsi="Century Gothic" w:cs="Tahoma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62911151" w14:textId="77777777" w:rsidR="00E4143E" w:rsidRPr="005D37DE" w:rsidRDefault="00E4143E" w:rsidP="00E01254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725246CF" w14:textId="77777777" w:rsidR="00E4143E" w:rsidRPr="005D37DE" w:rsidRDefault="00E4143E" w:rsidP="00E01254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5D37DE">
              <w:rPr>
                <w:rFonts w:ascii="Century Gothic" w:hAnsi="Century Gothic" w:cs="Tahoma"/>
              </w:rPr>
              <w:t xml:space="preserve">What is </w:t>
            </w:r>
            <w:r>
              <w:rPr>
                <w:rFonts w:ascii="Century Gothic" w:hAnsi="Century Gothic" w:cs="Tahoma"/>
              </w:rPr>
              <w:t>11</w:t>
            </w:r>
            <w:r w:rsidRPr="005D37DE">
              <w:rPr>
                <w:rFonts w:ascii="Century Gothic" w:hAnsi="Century Gothic" w:cs="Tahoma"/>
              </w:rPr>
              <w:t xml:space="preserve"> out of </w:t>
            </w:r>
            <w:r>
              <w:rPr>
                <w:rFonts w:ascii="Century Gothic" w:hAnsi="Century Gothic" w:cs="Tahoma"/>
              </w:rPr>
              <w:t xml:space="preserve">25 </w:t>
            </w:r>
            <w:r w:rsidRPr="005D37DE">
              <w:rPr>
                <w:rFonts w:ascii="Century Gothic" w:hAnsi="Century Gothic" w:cs="Tahoma"/>
              </w:rPr>
              <w:t>as a percentage?</w:t>
            </w:r>
          </w:p>
        </w:tc>
      </w:tr>
      <w:tr w:rsidR="00E4143E" w:rsidRPr="00C240D5" w14:paraId="1B97612E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D1388AF" w14:textId="77777777" w:rsidR="00E4143E" w:rsidRPr="00C240D5" w:rsidRDefault="00E4143E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316F6C0E" w14:textId="77777777" w:rsidR="00E4143E" w:rsidRPr="005D37DE" w:rsidRDefault="00E4143E" w:rsidP="00E0125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5344" behindDoc="0" locked="0" layoutInCell="1" allowOverlap="1" wp14:anchorId="43FF0845" wp14:editId="29ED1F47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397751</wp:posOffset>
                  </wp:positionV>
                  <wp:extent cx="1009403" cy="1055409"/>
                  <wp:effectExtent l="0" t="0" r="0" b="0"/>
                  <wp:wrapSquare wrapText="bothSides"/>
                  <wp:docPr id="45" name="Picture 45" descr="Image result for 3d isometric 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3d isometric dra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403" cy="105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eastAsiaTheme="minorEastAsia" w:hAnsi="Century Gothic" w:cs="Tahoma"/>
                <w:noProof/>
              </w:rPr>
              <w:t>Draw the plan view of this shape:</w:t>
            </w:r>
            <w:r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E4143E" w:rsidRPr="005D37DE" w14:paraId="1A7615AD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1A911DB2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C2CE984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2073B1A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A733F98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25B7A77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E4143E" w:rsidRPr="005D37DE" w14:paraId="3FDC2D7B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3F2A5DA6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7576DF0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02178B6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F20C6DE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77A09F1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E4143E" w:rsidRPr="005D37DE" w14:paraId="42D16FAE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7CC993BC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C357B25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AC2315B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6EC2DA6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DA01EFC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E4143E" w:rsidRPr="005D37DE" w14:paraId="27BF84B3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77B640A5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5DB035D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E1CBF5B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FE5E539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197630C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E4143E" w:rsidRPr="005D37DE" w14:paraId="7E9E14D9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7952897D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E716A2B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002EF7B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BA9FEE6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3A4A6C2" w14:textId="77777777" w:rsidR="00E4143E" w:rsidRPr="005D37DE" w:rsidRDefault="00E4143E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1192C7C4" w14:textId="77777777" w:rsidR="00E4143E" w:rsidRPr="005D37DE" w:rsidRDefault="00E4143E" w:rsidP="00E01254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706524A" w14:textId="77777777" w:rsidR="00E4143E" w:rsidRPr="005D37DE" w:rsidRDefault="00E4143E" w:rsidP="00E01254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588FC18A" w14:textId="77777777" w:rsidR="00E4143E" w:rsidRPr="005D37DE" w:rsidRDefault="00E4143E" w:rsidP="00E01254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1E00B11D" w14:textId="77777777" w:rsidR="00E4143E" w:rsidRPr="005D37DE" w:rsidRDefault="00E4143E" w:rsidP="00E0125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08D5A2F7" wp14:editId="06D98BBE">
                  <wp:extent cx="1626870" cy="653415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43E" w:rsidRPr="00C240D5" w14:paraId="246C0D96" w14:textId="77777777" w:rsidTr="00E01254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1977EBAB" w14:textId="77777777" w:rsidR="00E4143E" w:rsidRPr="00C240D5" w:rsidRDefault="00E4143E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898BD50" w14:textId="77777777" w:rsidR="00E4143E" w:rsidRPr="005D37DE" w:rsidRDefault="00E4143E" w:rsidP="00E01254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Expand and simplify</w:t>
            </w:r>
          </w:p>
          <w:p w14:paraId="06A376C4" w14:textId="77777777" w:rsidR="00E4143E" w:rsidRPr="005D37DE" w:rsidRDefault="00E4143E" w:rsidP="00E01254">
            <w:pPr>
              <w:spacing w:before="120"/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  (x</m:t>
                </m:r>
                <m:r>
                  <w:rPr>
                    <w:rFonts w:ascii="Cambria Math" w:hAnsi="Cambria Math" w:cs="Tahoma"/>
                  </w:rPr>
                  <m:t>-</m:t>
                </m:r>
                <m:r>
                  <w:rPr>
                    <w:rFonts w:ascii="Cambria Math" w:hAnsi="Cambria Math" w:cs="Tahoma"/>
                  </w:rPr>
                  <m:t>3)(x</m:t>
                </m:r>
                <m:r>
                  <w:rPr>
                    <w:rFonts w:ascii="Cambria Math" w:hAnsi="Cambria Math" w:cs="Tahoma"/>
                  </w:rPr>
                  <m:t>-</m:t>
                </m:r>
                <m:r>
                  <w:rPr>
                    <w:rFonts w:ascii="Cambria Math" w:hAnsi="Cambria Math" w:cs="Tahoma"/>
                  </w:rPr>
                  <m:t>6</m:t>
                </m:r>
                <m:r>
                  <w:rPr>
                    <w:rFonts w:ascii="Cambria Math" w:hAnsi="Cambria Math" w:cs="Tahoma"/>
                  </w:rPr>
                  <m:t>)</m:t>
                </m:r>
              </m:oMath>
            </m:oMathPara>
          </w:p>
          <w:p w14:paraId="480FE25E" w14:textId="77777777" w:rsidR="00E4143E" w:rsidRPr="005D37DE" w:rsidRDefault="00E4143E" w:rsidP="00E01254">
            <w:pPr>
              <w:spacing w:before="12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 </w:t>
            </w:r>
          </w:p>
        </w:tc>
      </w:tr>
    </w:tbl>
    <w:p w14:paraId="6051FA5F" w14:textId="77777777" w:rsidR="00E4143E" w:rsidRDefault="00E4143E" w:rsidP="00E4143E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04320" behindDoc="0" locked="0" layoutInCell="1" allowOverlap="1" wp14:anchorId="62D2995D" wp14:editId="44527E78">
            <wp:simplePos x="0" y="0"/>
            <wp:positionH relativeFrom="column">
              <wp:posOffset>6054090</wp:posOffset>
            </wp:positionH>
            <wp:positionV relativeFrom="paragraph">
              <wp:posOffset>4066540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3296" behindDoc="0" locked="0" layoutInCell="1" allowOverlap="1" wp14:anchorId="2BCA9AD6" wp14:editId="16A2C40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8" name="Picture 4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2272" behindDoc="0" locked="0" layoutInCell="1" allowOverlap="1" wp14:anchorId="7D473AE6" wp14:editId="30AB7B2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9" name="Picture 4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657F62D8" w14:textId="77777777" w:rsidR="00856A77" w:rsidRDefault="00856A77" w:rsidP="00856A77">
      <w:pPr>
        <w:spacing w:after="1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p w14:paraId="10BFCF5C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A43CA"/>
    <w:rsid w:val="000A63AF"/>
    <w:rsid w:val="000E0697"/>
    <w:rsid w:val="00125C71"/>
    <w:rsid w:val="00134363"/>
    <w:rsid w:val="001826A9"/>
    <w:rsid w:val="00185A79"/>
    <w:rsid w:val="001C6EC2"/>
    <w:rsid w:val="00213C21"/>
    <w:rsid w:val="00226299"/>
    <w:rsid w:val="002A3B06"/>
    <w:rsid w:val="002D5D86"/>
    <w:rsid w:val="00333535"/>
    <w:rsid w:val="00344342"/>
    <w:rsid w:val="003F51D8"/>
    <w:rsid w:val="004209BA"/>
    <w:rsid w:val="0050136B"/>
    <w:rsid w:val="00505FC9"/>
    <w:rsid w:val="00525119"/>
    <w:rsid w:val="005D37DE"/>
    <w:rsid w:val="005F6887"/>
    <w:rsid w:val="0064471D"/>
    <w:rsid w:val="00666CDC"/>
    <w:rsid w:val="006B09E4"/>
    <w:rsid w:val="006F7801"/>
    <w:rsid w:val="00705472"/>
    <w:rsid w:val="00773E09"/>
    <w:rsid w:val="007B4226"/>
    <w:rsid w:val="007E2C1A"/>
    <w:rsid w:val="00856A77"/>
    <w:rsid w:val="0090117B"/>
    <w:rsid w:val="0090585D"/>
    <w:rsid w:val="00910254"/>
    <w:rsid w:val="0099142F"/>
    <w:rsid w:val="00AA553E"/>
    <w:rsid w:val="00AD3C1A"/>
    <w:rsid w:val="00B40DC9"/>
    <w:rsid w:val="00BE44D3"/>
    <w:rsid w:val="00BE7AC9"/>
    <w:rsid w:val="00C240D5"/>
    <w:rsid w:val="00C41860"/>
    <w:rsid w:val="00C6765F"/>
    <w:rsid w:val="00C93A89"/>
    <w:rsid w:val="00CD4950"/>
    <w:rsid w:val="00D51195"/>
    <w:rsid w:val="00D723BE"/>
    <w:rsid w:val="00DB511B"/>
    <w:rsid w:val="00E20822"/>
    <w:rsid w:val="00E4143E"/>
    <w:rsid w:val="00E7749A"/>
    <w:rsid w:val="00E86E18"/>
    <w:rsid w:val="00EA0CA1"/>
    <w:rsid w:val="00EC1BC2"/>
    <w:rsid w:val="00EC4CCA"/>
    <w:rsid w:val="00F04FE3"/>
    <w:rsid w:val="00F56967"/>
    <w:rsid w:val="00FB0E81"/>
    <w:rsid w:val="00FE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2019-03-04T10:41:00Z</cp:lastPrinted>
  <dcterms:created xsi:type="dcterms:W3CDTF">2019-03-04T10:41:00Z</dcterms:created>
  <dcterms:modified xsi:type="dcterms:W3CDTF">2019-03-04T10:42:00Z</dcterms:modified>
</cp:coreProperties>
</file>